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84E3" w14:textId="77777777" w:rsidR="005477FE" w:rsidRPr="00FB436C" w:rsidRDefault="00FB436C">
      <w:pPr>
        <w:rPr>
          <w:sz w:val="24"/>
        </w:rPr>
      </w:pPr>
      <w:r w:rsidRPr="00FB436C">
        <w:rPr>
          <w:sz w:val="24"/>
        </w:rPr>
        <w:t>No</w:t>
      </w:r>
      <w:r>
        <w:rPr>
          <w:sz w:val="24"/>
        </w:rPr>
        <w:t>m: ___________________________</w:t>
      </w:r>
      <w:r w:rsidRPr="00FB436C">
        <w:rPr>
          <w:sz w:val="24"/>
        </w:rPr>
        <w:t>______</w:t>
      </w:r>
      <w:r w:rsidRPr="00FB436C">
        <w:rPr>
          <w:sz w:val="24"/>
        </w:rPr>
        <w:tab/>
        <w:t xml:space="preserve">Prénom: </w:t>
      </w:r>
      <w:r>
        <w:rPr>
          <w:sz w:val="24"/>
        </w:rPr>
        <w:t>______________________________</w:t>
      </w:r>
      <w:r w:rsidRPr="00FB436C">
        <w:rPr>
          <w:sz w:val="24"/>
        </w:rPr>
        <w:t>_______</w:t>
      </w:r>
    </w:p>
    <w:p w14:paraId="7B95B0A8" w14:textId="77777777" w:rsidR="00FB436C" w:rsidRPr="00FB436C" w:rsidRDefault="00FB436C">
      <w:pPr>
        <w:rPr>
          <w:sz w:val="24"/>
        </w:rPr>
      </w:pPr>
      <w:r w:rsidRPr="00FB436C">
        <w:rPr>
          <w:sz w:val="24"/>
        </w:rPr>
        <w:t>Date: ___________________________________</w:t>
      </w:r>
    </w:p>
    <w:p w14:paraId="38A72613" w14:textId="77777777" w:rsidR="00FB436C" w:rsidRPr="00FB436C" w:rsidRDefault="00FB436C" w:rsidP="00FB436C">
      <w:pPr>
        <w:spacing w:after="0" w:line="240" w:lineRule="auto"/>
        <w:jc w:val="center"/>
        <w:rPr>
          <w:b/>
          <w:sz w:val="28"/>
        </w:rPr>
      </w:pPr>
      <w:r w:rsidRPr="00FB436C">
        <w:rPr>
          <w:b/>
          <w:sz w:val="28"/>
        </w:rPr>
        <w:t xml:space="preserve">Français </w:t>
      </w:r>
      <w:r w:rsidR="00FE2A28">
        <w:rPr>
          <w:b/>
          <w:sz w:val="28"/>
        </w:rPr>
        <w:t>4</w:t>
      </w:r>
      <w:r w:rsidRPr="00FB436C">
        <w:rPr>
          <w:b/>
          <w:sz w:val="28"/>
        </w:rPr>
        <w:t xml:space="preserve"> – Unité </w:t>
      </w:r>
      <w:r w:rsidR="00FE2A28">
        <w:rPr>
          <w:b/>
          <w:sz w:val="28"/>
        </w:rPr>
        <w:t>1</w:t>
      </w:r>
    </w:p>
    <w:p w14:paraId="7F6C8948" w14:textId="77777777" w:rsidR="00FB436C" w:rsidRDefault="00FE2A28" w:rsidP="00FB436C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La technologie et vous !</w:t>
      </w:r>
    </w:p>
    <w:p w14:paraId="01DB7BF5" w14:textId="77777777" w:rsidR="00F46A9D" w:rsidRDefault="00F46A9D" w:rsidP="00FB436C">
      <w:pPr>
        <w:spacing w:after="0" w:line="240" w:lineRule="auto"/>
        <w:jc w:val="center"/>
        <w:rPr>
          <w:b/>
          <w:i/>
          <w:sz w:val="28"/>
        </w:rPr>
      </w:pPr>
    </w:p>
    <w:p w14:paraId="5C2F0F96" w14:textId="77777777" w:rsidR="00F46A9D" w:rsidRDefault="00FE2A28" w:rsidP="00FB436C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La révolution mobile en Afrique</w:t>
      </w:r>
    </w:p>
    <w:p w14:paraId="1475E66F" w14:textId="77777777" w:rsidR="00F46A9D" w:rsidRDefault="00724321" w:rsidP="00FB436C">
      <w:pPr>
        <w:spacing w:after="0" w:line="240" w:lineRule="auto"/>
        <w:jc w:val="center"/>
        <w:rPr>
          <w:b/>
          <w:sz w:val="28"/>
        </w:rPr>
      </w:pPr>
      <w:hyperlink r:id="rId9" w:history="1">
        <w:r w:rsidR="00FE2A28" w:rsidRPr="00322355">
          <w:rPr>
            <w:rStyle w:val="Hyperlink"/>
            <w:b/>
            <w:sz w:val="28"/>
          </w:rPr>
          <w:t>http://www.rfi.fr/afrique/20110815-revolution-mobile-afrique</w:t>
        </w:r>
      </w:hyperlink>
    </w:p>
    <w:p w14:paraId="0A15DAE3" w14:textId="0AF68928" w:rsidR="00FE2A28" w:rsidRDefault="00FE2A28" w:rsidP="00FB436C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Un </w:t>
      </w:r>
      <w:r w:rsidR="004F60E7">
        <w:rPr>
          <w:b/>
          <w:sz w:val="28"/>
        </w:rPr>
        <w:t>article</w:t>
      </w:r>
      <w:r>
        <w:rPr>
          <w:b/>
          <w:sz w:val="28"/>
        </w:rPr>
        <w:t xml:space="preserve"> de Radio France Internationale</w:t>
      </w:r>
    </w:p>
    <w:p w14:paraId="037AF08A" w14:textId="77777777" w:rsidR="009830CE" w:rsidRPr="009830CE" w:rsidRDefault="00DE44A5" w:rsidP="00F46A9D">
      <w:pPr>
        <w:spacing w:after="0" w:line="240" w:lineRule="auto"/>
        <w:rPr>
          <w:b/>
          <w:i/>
          <w:sz w:val="28"/>
        </w:rPr>
      </w:pPr>
      <w:r>
        <w:rPr>
          <w:b/>
          <w:sz w:val="28"/>
        </w:rPr>
        <w:t xml:space="preserve">Partie I : </w:t>
      </w:r>
      <w:r w:rsidR="00F46A9D" w:rsidRPr="009830CE">
        <w:rPr>
          <w:b/>
          <w:i/>
          <w:sz w:val="28"/>
        </w:rPr>
        <w:t xml:space="preserve">Avant de </w:t>
      </w:r>
      <w:r w:rsidR="009830CE" w:rsidRPr="009830CE">
        <w:rPr>
          <w:b/>
          <w:i/>
          <w:sz w:val="28"/>
        </w:rPr>
        <w:t>lire</w:t>
      </w:r>
    </w:p>
    <w:p w14:paraId="1E6A88D8" w14:textId="77777777" w:rsidR="00F46A9D" w:rsidRDefault="009830CE" w:rsidP="00F46A9D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Directions : </w:t>
      </w:r>
      <w:r w:rsidR="00F46A9D">
        <w:rPr>
          <w:b/>
          <w:sz w:val="24"/>
        </w:rPr>
        <w:t>Posez les questions suivantes à une autre personne et marquez leurs réponses en bas.</w:t>
      </w:r>
    </w:p>
    <w:p w14:paraId="78108E79" w14:textId="77777777" w:rsidR="00F46A9D" w:rsidRDefault="00F46A9D" w:rsidP="00F46A9D">
      <w:pPr>
        <w:spacing w:after="0" w:line="240" w:lineRule="auto"/>
        <w:rPr>
          <w:b/>
          <w:sz w:val="24"/>
        </w:rPr>
      </w:pPr>
    </w:p>
    <w:p w14:paraId="2E36A727" w14:textId="77777777" w:rsidR="00F46A9D" w:rsidRDefault="00F46A9D" w:rsidP="00F46A9D">
      <w:pPr>
        <w:spacing w:after="0" w:line="240" w:lineRule="auto"/>
        <w:rPr>
          <w:sz w:val="24"/>
        </w:rPr>
      </w:pPr>
      <w:r w:rsidRPr="00F46A9D">
        <w:rPr>
          <w:sz w:val="24"/>
        </w:rPr>
        <w:t>1.</w:t>
      </w:r>
      <w:r>
        <w:rPr>
          <w:sz w:val="24"/>
        </w:rPr>
        <w:t xml:space="preserve"> </w:t>
      </w:r>
      <w:r w:rsidR="00FE2A28">
        <w:rPr>
          <w:sz w:val="24"/>
        </w:rPr>
        <w:t>As-tu un portable ou un téléphone intelligent</w:t>
      </w:r>
      <w:r w:rsidR="007D686D">
        <w:rPr>
          <w:sz w:val="24"/>
        </w:rPr>
        <w:t>?</w:t>
      </w:r>
      <w:r w:rsidR="00FE2A28">
        <w:rPr>
          <w:sz w:val="24"/>
        </w:rPr>
        <w:t xml:space="preserve"> Que fais-tu avec cette technologie ?</w:t>
      </w:r>
    </w:p>
    <w:p w14:paraId="01B74BED" w14:textId="77777777" w:rsidR="00F46A9D" w:rsidRDefault="00F46A9D" w:rsidP="00F46A9D">
      <w:pPr>
        <w:spacing w:after="0" w:line="240" w:lineRule="auto"/>
        <w:rPr>
          <w:sz w:val="24"/>
        </w:rPr>
      </w:pPr>
    </w:p>
    <w:p w14:paraId="6FE884E2" w14:textId="77777777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463EBE60" w14:textId="77777777" w:rsidR="00F46A9D" w:rsidRDefault="00F46A9D" w:rsidP="00F46A9D">
      <w:pPr>
        <w:spacing w:after="0" w:line="240" w:lineRule="auto"/>
        <w:rPr>
          <w:sz w:val="24"/>
        </w:rPr>
      </w:pPr>
    </w:p>
    <w:p w14:paraId="701A4569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3AE5B37F" w14:textId="77777777" w:rsidR="00F46A9D" w:rsidRDefault="00F46A9D" w:rsidP="00F46A9D">
      <w:pPr>
        <w:spacing w:after="0" w:line="240" w:lineRule="auto"/>
        <w:rPr>
          <w:sz w:val="24"/>
        </w:rPr>
      </w:pPr>
    </w:p>
    <w:p w14:paraId="1923EDC6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12658838" w14:textId="77777777" w:rsidR="00F46A9D" w:rsidRDefault="00F46A9D" w:rsidP="00F46A9D">
      <w:pPr>
        <w:spacing w:after="0" w:line="240" w:lineRule="auto"/>
        <w:rPr>
          <w:sz w:val="24"/>
        </w:rPr>
      </w:pPr>
    </w:p>
    <w:p w14:paraId="5C27842A" w14:textId="68CF6E92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2</w:t>
      </w:r>
      <w:r w:rsidRPr="00F46A9D">
        <w:rPr>
          <w:sz w:val="24"/>
        </w:rPr>
        <w:t>.</w:t>
      </w:r>
      <w:r>
        <w:rPr>
          <w:sz w:val="24"/>
        </w:rPr>
        <w:t xml:space="preserve"> </w:t>
      </w:r>
      <w:r w:rsidR="00FE2A28">
        <w:rPr>
          <w:sz w:val="24"/>
        </w:rPr>
        <w:t>Si tu n’a</w:t>
      </w:r>
      <w:r w:rsidR="000768A2">
        <w:rPr>
          <w:sz w:val="24"/>
        </w:rPr>
        <w:t>vai</w:t>
      </w:r>
      <w:r w:rsidR="00FE2A28">
        <w:rPr>
          <w:sz w:val="24"/>
        </w:rPr>
        <w:t>s pas de téléphone intelligent, q</w:t>
      </w:r>
      <w:r w:rsidR="00CC3E4E">
        <w:rPr>
          <w:sz w:val="24"/>
        </w:rPr>
        <w:t xml:space="preserve">u’est-ce que tu ferais </w:t>
      </w:r>
      <w:r w:rsidR="00FE2A28">
        <w:rPr>
          <w:sz w:val="24"/>
        </w:rPr>
        <w:t>?</w:t>
      </w:r>
    </w:p>
    <w:p w14:paraId="73062575" w14:textId="77777777" w:rsidR="00F46A9D" w:rsidRDefault="00F46A9D" w:rsidP="00F46A9D">
      <w:pPr>
        <w:spacing w:after="0" w:line="240" w:lineRule="auto"/>
        <w:rPr>
          <w:sz w:val="24"/>
        </w:rPr>
      </w:pPr>
    </w:p>
    <w:p w14:paraId="4DD7F06A" w14:textId="77777777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02EF689" w14:textId="77777777" w:rsidR="00F46A9D" w:rsidRDefault="00F46A9D" w:rsidP="00F46A9D">
      <w:pPr>
        <w:spacing w:after="0" w:line="240" w:lineRule="auto"/>
        <w:rPr>
          <w:sz w:val="24"/>
        </w:rPr>
      </w:pPr>
    </w:p>
    <w:p w14:paraId="54B4D26A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37F91509" w14:textId="77777777" w:rsidR="00F46A9D" w:rsidRDefault="00F46A9D" w:rsidP="00F46A9D">
      <w:pPr>
        <w:spacing w:after="0" w:line="240" w:lineRule="auto"/>
        <w:rPr>
          <w:sz w:val="24"/>
        </w:rPr>
      </w:pPr>
    </w:p>
    <w:p w14:paraId="69A8BCA7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095A5054" w14:textId="77777777" w:rsidR="00F46A9D" w:rsidRPr="00F46A9D" w:rsidRDefault="00F46A9D" w:rsidP="00F46A9D">
      <w:pPr>
        <w:spacing w:after="0" w:line="240" w:lineRule="auto"/>
        <w:rPr>
          <w:sz w:val="24"/>
        </w:rPr>
      </w:pPr>
    </w:p>
    <w:p w14:paraId="68C84B14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66F530AE" w14:textId="77777777" w:rsidR="00F46A9D" w:rsidRDefault="00F46A9D" w:rsidP="00F46A9D">
      <w:pPr>
        <w:spacing w:after="0" w:line="240" w:lineRule="auto"/>
        <w:rPr>
          <w:sz w:val="24"/>
        </w:rPr>
      </w:pPr>
    </w:p>
    <w:p w14:paraId="02BE6827" w14:textId="40732F60" w:rsidR="00724321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3</w:t>
      </w:r>
      <w:r w:rsidRPr="00F46A9D">
        <w:rPr>
          <w:sz w:val="24"/>
        </w:rPr>
        <w:t>.</w:t>
      </w:r>
      <w:r>
        <w:rPr>
          <w:sz w:val="24"/>
        </w:rPr>
        <w:t xml:space="preserve"> </w:t>
      </w:r>
      <w:r w:rsidR="00724321">
        <w:rPr>
          <w:sz w:val="24"/>
        </w:rPr>
        <w:t xml:space="preserve">Si </w:t>
      </w:r>
      <w:r w:rsidR="00724321" w:rsidRPr="00724321">
        <w:rPr>
          <w:b/>
          <w:sz w:val="24"/>
          <w:u w:val="single"/>
        </w:rPr>
        <w:t>TU AS</w:t>
      </w:r>
      <w:r w:rsidR="00724321">
        <w:rPr>
          <w:sz w:val="24"/>
        </w:rPr>
        <w:t xml:space="preserve"> un téléphone intelligent, e</w:t>
      </w:r>
      <w:r w:rsidR="00FE2A28">
        <w:rPr>
          <w:sz w:val="24"/>
        </w:rPr>
        <w:t xml:space="preserve">n quelles façons est-ce que le téléphone a changé </w:t>
      </w:r>
      <w:r w:rsidR="00104BD3">
        <w:rPr>
          <w:sz w:val="24"/>
        </w:rPr>
        <w:t>ta</w:t>
      </w:r>
      <w:r w:rsidR="00FE2A28">
        <w:rPr>
          <w:sz w:val="24"/>
        </w:rPr>
        <w:t xml:space="preserve"> vie ? </w:t>
      </w:r>
    </w:p>
    <w:p w14:paraId="67596B0F" w14:textId="465F0A80" w:rsidR="00F46A9D" w:rsidRDefault="00724321" w:rsidP="00F46A9D">
      <w:pPr>
        <w:spacing w:after="0" w:line="240" w:lineRule="auto"/>
        <w:rPr>
          <w:sz w:val="24"/>
        </w:rPr>
      </w:pPr>
      <w:r>
        <w:rPr>
          <w:sz w:val="24"/>
        </w:rPr>
        <w:t xml:space="preserve">Si </w:t>
      </w:r>
      <w:bookmarkStart w:id="0" w:name="_GoBack"/>
      <w:r w:rsidRPr="00724321">
        <w:rPr>
          <w:b/>
          <w:sz w:val="24"/>
          <w:u w:val="single"/>
        </w:rPr>
        <w:t>TU N’AS PAS</w:t>
      </w:r>
      <w:r>
        <w:rPr>
          <w:sz w:val="24"/>
        </w:rPr>
        <w:t xml:space="preserve"> </w:t>
      </w:r>
      <w:bookmarkEnd w:id="0"/>
      <w:r>
        <w:rPr>
          <w:sz w:val="24"/>
        </w:rPr>
        <w:t>un téléphone intelligent, e</w:t>
      </w:r>
      <w:r w:rsidR="00FE2A28">
        <w:rPr>
          <w:sz w:val="24"/>
        </w:rPr>
        <w:t xml:space="preserve">n quelles façons est-ce qu’elle changerait </w:t>
      </w:r>
      <w:r w:rsidR="00104BD3">
        <w:rPr>
          <w:sz w:val="24"/>
        </w:rPr>
        <w:t>ta</w:t>
      </w:r>
      <w:r w:rsidR="00FE2A28">
        <w:rPr>
          <w:sz w:val="24"/>
        </w:rPr>
        <w:t xml:space="preserve"> vie, si </w:t>
      </w:r>
      <w:r w:rsidR="00104BD3">
        <w:rPr>
          <w:sz w:val="24"/>
        </w:rPr>
        <w:t>tu</w:t>
      </w:r>
      <w:r w:rsidR="00FE2A28">
        <w:rPr>
          <w:sz w:val="24"/>
        </w:rPr>
        <w:t xml:space="preserve"> en av</w:t>
      </w:r>
      <w:r w:rsidR="00104BD3">
        <w:rPr>
          <w:sz w:val="24"/>
        </w:rPr>
        <w:t>ais</w:t>
      </w:r>
      <w:r w:rsidR="00FE2A28">
        <w:rPr>
          <w:sz w:val="24"/>
        </w:rPr>
        <w:t xml:space="preserve"> un ?</w:t>
      </w:r>
      <w:r w:rsidR="008F3884">
        <w:rPr>
          <w:sz w:val="24"/>
        </w:rPr>
        <w:t xml:space="preserve"> </w:t>
      </w:r>
    </w:p>
    <w:p w14:paraId="6C6D1535" w14:textId="77777777" w:rsidR="00F46A9D" w:rsidRDefault="00F46A9D" w:rsidP="00F46A9D">
      <w:pPr>
        <w:spacing w:after="0" w:line="240" w:lineRule="auto"/>
        <w:rPr>
          <w:sz w:val="24"/>
        </w:rPr>
      </w:pPr>
    </w:p>
    <w:p w14:paraId="2FD38EA3" w14:textId="77777777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6213CAC5" w14:textId="77777777" w:rsidR="00F46A9D" w:rsidRDefault="00F46A9D" w:rsidP="00F46A9D">
      <w:pPr>
        <w:spacing w:after="0" w:line="240" w:lineRule="auto"/>
        <w:rPr>
          <w:sz w:val="24"/>
        </w:rPr>
      </w:pPr>
    </w:p>
    <w:p w14:paraId="2C56D351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19F5858C" w14:textId="77777777" w:rsidR="00F46A9D" w:rsidRDefault="00F46A9D" w:rsidP="00F46A9D">
      <w:pPr>
        <w:spacing w:after="0" w:line="240" w:lineRule="auto"/>
        <w:rPr>
          <w:sz w:val="24"/>
        </w:rPr>
      </w:pPr>
    </w:p>
    <w:p w14:paraId="7B110B65" w14:textId="77777777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57EF2317" w14:textId="77777777" w:rsidR="00F46A9D" w:rsidRDefault="00F46A9D" w:rsidP="00F46A9D">
      <w:pPr>
        <w:spacing w:after="0" w:line="240" w:lineRule="auto"/>
        <w:rPr>
          <w:sz w:val="24"/>
        </w:rPr>
      </w:pPr>
    </w:p>
    <w:p w14:paraId="0C221DDF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13E0B8CD" w14:textId="77777777" w:rsidR="009830CE" w:rsidRDefault="009830CE">
      <w:pPr>
        <w:rPr>
          <w:b/>
          <w:sz w:val="24"/>
        </w:rPr>
      </w:pPr>
      <w:r>
        <w:rPr>
          <w:b/>
          <w:sz w:val="24"/>
        </w:rPr>
        <w:br w:type="page"/>
      </w:r>
    </w:p>
    <w:p w14:paraId="2F1E3A36" w14:textId="77777777" w:rsidR="008F3884" w:rsidRPr="009830CE" w:rsidRDefault="008F3884" w:rsidP="008F3884">
      <w:pPr>
        <w:spacing w:after="0" w:line="240" w:lineRule="auto"/>
        <w:rPr>
          <w:b/>
          <w:i/>
          <w:sz w:val="28"/>
        </w:rPr>
      </w:pPr>
      <w:r>
        <w:rPr>
          <w:b/>
          <w:sz w:val="28"/>
        </w:rPr>
        <w:lastRenderedPageBreak/>
        <w:t xml:space="preserve">Partie II : </w:t>
      </w:r>
      <w:r>
        <w:rPr>
          <w:b/>
          <w:i/>
          <w:sz w:val="28"/>
        </w:rPr>
        <w:t>Vocabulaire utile</w:t>
      </w:r>
    </w:p>
    <w:p w14:paraId="35ABE3C3" w14:textId="77777777" w:rsidR="008F3884" w:rsidRDefault="008F3884" w:rsidP="008F388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En groupe, discuter les expressions suivantes et composer une définition pour chacune.</w:t>
      </w:r>
    </w:p>
    <w:p w14:paraId="1E4D87E2" w14:textId="77777777" w:rsidR="008F3884" w:rsidRDefault="008F3884" w:rsidP="008F3884">
      <w:pPr>
        <w:spacing w:after="0" w:line="240" w:lineRule="auto"/>
        <w:rPr>
          <w:b/>
          <w:sz w:val="24"/>
        </w:rPr>
      </w:pPr>
    </w:p>
    <w:p w14:paraId="1F62ACFD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 xml:space="preserve">1. un </w:t>
      </w:r>
      <w:r w:rsidR="00400750">
        <w:rPr>
          <w:sz w:val="24"/>
        </w:rPr>
        <w:t>sur deux</w:t>
      </w:r>
      <w:r>
        <w:rPr>
          <w:sz w:val="24"/>
        </w:rPr>
        <w:t> : _</w:t>
      </w:r>
      <w:r w:rsidR="00400750">
        <w:rPr>
          <w:sz w:val="24"/>
        </w:rPr>
        <w:t>_______</w:t>
      </w:r>
      <w:r>
        <w:rPr>
          <w:sz w:val="24"/>
        </w:rPr>
        <w:t>_______________________________________________________________</w:t>
      </w:r>
    </w:p>
    <w:p w14:paraId="27932F1E" w14:textId="77777777" w:rsidR="008F3884" w:rsidRDefault="008F3884" w:rsidP="008F3884">
      <w:pPr>
        <w:spacing w:after="0" w:line="240" w:lineRule="auto"/>
        <w:rPr>
          <w:sz w:val="24"/>
        </w:rPr>
      </w:pPr>
    </w:p>
    <w:p w14:paraId="54835722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4DB286E5" w14:textId="77777777" w:rsidR="008F3884" w:rsidRDefault="008F3884" w:rsidP="008F3884">
      <w:pPr>
        <w:spacing w:after="0" w:line="240" w:lineRule="auto"/>
        <w:rPr>
          <w:sz w:val="24"/>
        </w:rPr>
      </w:pPr>
    </w:p>
    <w:p w14:paraId="54EDED56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46B6D688" w14:textId="77777777" w:rsidR="008F3884" w:rsidRDefault="008F3884" w:rsidP="008F3884">
      <w:pPr>
        <w:spacing w:after="0" w:line="240" w:lineRule="auto"/>
        <w:rPr>
          <w:sz w:val="24"/>
        </w:rPr>
      </w:pPr>
    </w:p>
    <w:p w14:paraId="6F50F486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 xml:space="preserve">2. </w:t>
      </w:r>
      <w:r w:rsidR="00400750">
        <w:rPr>
          <w:sz w:val="24"/>
        </w:rPr>
        <w:t>être en train de: __________</w:t>
      </w:r>
      <w:r>
        <w:rPr>
          <w:sz w:val="24"/>
        </w:rPr>
        <w:t>___________________________________________________________</w:t>
      </w:r>
    </w:p>
    <w:p w14:paraId="0FC19FB6" w14:textId="77777777" w:rsidR="008F3884" w:rsidRDefault="008F3884" w:rsidP="008F3884">
      <w:pPr>
        <w:spacing w:after="0" w:line="240" w:lineRule="auto"/>
        <w:rPr>
          <w:sz w:val="24"/>
        </w:rPr>
      </w:pPr>
    </w:p>
    <w:p w14:paraId="1218B34E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58A374ED" w14:textId="77777777" w:rsidR="008F3884" w:rsidRDefault="008F3884" w:rsidP="008F3884">
      <w:pPr>
        <w:spacing w:after="0" w:line="240" w:lineRule="auto"/>
        <w:rPr>
          <w:sz w:val="24"/>
        </w:rPr>
      </w:pPr>
    </w:p>
    <w:p w14:paraId="11C98DC7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7C50D16C" w14:textId="77777777" w:rsidR="008F3884" w:rsidRDefault="008F3884" w:rsidP="008F3884">
      <w:pPr>
        <w:spacing w:after="0" w:line="240" w:lineRule="auto"/>
        <w:rPr>
          <w:sz w:val="24"/>
        </w:rPr>
      </w:pPr>
    </w:p>
    <w:p w14:paraId="437F1D09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 xml:space="preserve">3. </w:t>
      </w:r>
      <w:r w:rsidR="00E7454D">
        <w:rPr>
          <w:sz w:val="24"/>
        </w:rPr>
        <w:t>l’ordinateur de poche</w:t>
      </w:r>
      <w:r>
        <w:rPr>
          <w:sz w:val="24"/>
        </w:rPr>
        <w:t>: ___</w:t>
      </w:r>
      <w:r w:rsidR="00E7454D">
        <w:rPr>
          <w:sz w:val="24"/>
        </w:rPr>
        <w:t>_____</w:t>
      </w:r>
      <w:r>
        <w:rPr>
          <w:sz w:val="24"/>
        </w:rPr>
        <w:t>________________________________________________________</w:t>
      </w:r>
    </w:p>
    <w:p w14:paraId="7E89C565" w14:textId="77777777" w:rsidR="008F3884" w:rsidRDefault="008F3884" w:rsidP="008F3884">
      <w:pPr>
        <w:spacing w:after="0" w:line="240" w:lineRule="auto"/>
        <w:rPr>
          <w:sz w:val="24"/>
        </w:rPr>
      </w:pPr>
    </w:p>
    <w:p w14:paraId="0666BFD0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2ED93574" w14:textId="77777777" w:rsidR="008F3884" w:rsidRDefault="008F3884" w:rsidP="008F3884">
      <w:pPr>
        <w:spacing w:after="0" w:line="240" w:lineRule="auto"/>
        <w:rPr>
          <w:sz w:val="24"/>
        </w:rPr>
      </w:pPr>
    </w:p>
    <w:p w14:paraId="5DE46108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1D6B4B19" w14:textId="77777777" w:rsidR="008F3884" w:rsidRDefault="008F3884" w:rsidP="008F3884">
      <w:pPr>
        <w:spacing w:after="0" w:line="240" w:lineRule="auto"/>
        <w:rPr>
          <w:sz w:val="24"/>
        </w:rPr>
      </w:pPr>
    </w:p>
    <w:p w14:paraId="382CB3BB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 xml:space="preserve">4. </w:t>
      </w:r>
      <w:r w:rsidR="00E7454D">
        <w:rPr>
          <w:sz w:val="24"/>
        </w:rPr>
        <w:t>un réseau social</w:t>
      </w:r>
      <w:r>
        <w:rPr>
          <w:sz w:val="24"/>
        </w:rPr>
        <w:t>: ___________________________________________________________________</w:t>
      </w:r>
    </w:p>
    <w:p w14:paraId="25F7E8DF" w14:textId="77777777" w:rsidR="008F3884" w:rsidRDefault="008F3884" w:rsidP="008F3884">
      <w:pPr>
        <w:spacing w:after="0" w:line="240" w:lineRule="auto"/>
        <w:rPr>
          <w:sz w:val="24"/>
        </w:rPr>
      </w:pPr>
    </w:p>
    <w:p w14:paraId="32AD87FB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46468146" w14:textId="77777777" w:rsidR="008F3884" w:rsidRDefault="008F3884" w:rsidP="008F3884">
      <w:pPr>
        <w:spacing w:after="0" w:line="240" w:lineRule="auto"/>
        <w:rPr>
          <w:sz w:val="24"/>
        </w:rPr>
      </w:pPr>
    </w:p>
    <w:p w14:paraId="19DA3326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62E8EEAD" w14:textId="77777777" w:rsidR="008F3884" w:rsidRDefault="008F3884" w:rsidP="008F3884">
      <w:pPr>
        <w:spacing w:after="0" w:line="240" w:lineRule="auto"/>
        <w:rPr>
          <w:sz w:val="24"/>
        </w:rPr>
      </w:pPr>
    </w:p>
    <w:p w14:paraId="1D1953B1" w14:textId="7289E9BD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 xml:space="preserve">5. </w:t>
      </w:r>
      <w:r w:rsidR="00D93CF3">
        <w:rPr>
          <w:sz w:val="24"/>
        </w:rPr>
        <w:t xml:space="preserve">il y a </w:t>
      </w:r>
      <w:r>
        <w:rPr>
          <w:sz w:val="24"/>
        </w:rPr>
        <w:t>: __________________________________________________________________</w:t>
      </w:r>
    </w:p>
    <w:p w14:paraId="6FAC75E7" w14:textId="77777777" w:rsidR="008F3884" w:rsidRDefault="008F3884" w:rsidP="008F3884">
      <w:pPr>
        <w:spacing w:after="0" w:line="240" w:lineRule="auto"/>
        <w:rPr>
          <w:sz w:val="24"/>
        </w:rPr>
      </w:pPr>
    </w:p>
    <w:p w14:paraId="46341F7F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58A91949" w14:textId="77777777" w:rsidR="008F3884" w:rsidRDefault="008F3884" w:rsidP="008F3884">
      <w:pPr>
        <w:spacing w:after="0" w:line="240" w:lineRule="auto"/>
        <w:rPr>
          <w:sz w:val="24"/>
        </w:rPr>
      </w:pPr>
    </w:p>
    <w:p w14:paraId="6A3BF0AA" w14:textId="77777777" w:rsidR="008F3884" w:rsidRDefault="008F3884" w:rsidP="008F3884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188CA039" w14:textId="77777777" w:rsidR="008F3884" w:rsidRDefault="008F3884" w:rsidP="008F3884">
      <w:pPr>
        <w:spacing w:after="0" w:line="240" w:lineRule="auto"/>
        <w:rPr>
          <w:sz w:val="24"/>
        </w:rPr>
      </w:pPr>
    </w:p>
    <w:p w14:paraId="76B02F0C" w14:textId="547AE53B" w:rsidR="00D93CF3" w:rsidRDefault="00D93CF3" w:rsidP="00D93CF3">
      <w:pPr>
        <w:spacing w:after="0" w:line="240" w:lineRule="auto"/>
        <w:rPr>
          <w:sz w:val="24"/>
        </w:rPr>
      </w:pPr>
      <w:r>
        <w:rPr>
          <w:sz w:val="24"/>
        </w:rPr>
        <w:t>6. un objet de luxe : __________________________________________________________________</w:t>
      </w:r>
    </w:p>
    <w:p w14:paraId="6009D60B" w14:textId="77777777" w:rsidR="00D93CF3" w:rsidRDefault="00D93CF3" w:rsidP="00D93CF3">
      <w:pPr>
        <w:spacing w:after="0" w:line="240" w:lineRule="auto"/>
        <w:rPr>
          <w:sz w:val="24"/>
        </w:rPr>
      </w:pPr>
    </w:p>
    <w:p w14:paraId="74655968" w14:textId="77777777" w:rsidR="00D93CF3" w:rsidRDefault="00D93CF3" w:rsidP="00D93CF3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6F23DCD2" w14:textId="77777777" w:rsidR="00D93CF3" w:rsidRDefault="00D93CF3" w:rsidP="00D93CF3">
      <w:pPr>
        <w:spacing w:after="0" w:line="240" w:lineRule="auto"/>
        <w:rPr>
          <w:sz w:val="24"/>
        </w:rPr>
      </w:pPr>
    </w:p>
    <w:p w14:paraId="4DDB4FD0" w14:textId="77777777" w:rsidR="00D93CF3" w:rsidRDefault="00D93CF3" w:rsidP="00D93CF3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216339E1" w14:textId="77777777" w:rsidR="00D93CF3" w:rsidRDefault="00D93CF3" w:rsidP="008F3884">
      <w:pPr>
        <w:spacing w:after="0" w:line="240" w:lineRule="auto"/>
        <w:rPr>
          <w:sz w:val="24"/>
        </w:rPr>
      </w:pPr>
    </w:p>
    <w:p w14:paraId="3CDA1AE6" w14:textId="56C25F6F" w:rsidR="00D93CF3" w:rsidRDefault="00D93CF3" w:rsidP="00D93CF3">
      <w:pPr>
        <w:spacing w:after="0" w:line="240" w:lineRule="auto"/>
        <w:rPr>
          <w:sz w:val="24"/>
        </w:rPr>
      </w:pPr>
      <w:r>
        <w:rPr>
          <w:sz w:val="24"/>
        </w:rPr>
        <w:t>7. se mobiliser: __________________________________________________________________</w:t>
      </w:r>
    </w:p>
    <w:p w14:paraId="1646CAAA" w14:textId="77777777" w:rsidR="00D93CF3" w:rsidRDefault="00D93CF3" w:rsidP="00D93CF3">
      <w:pPr>
        <w:spacing w:after="0" w:line="240" w:lineRule="auto"/>
        <w:rPr>
          <w:sz w:val="24"/>
        </w:rPr>
      </w:pPr>
    </w:p>
    <w:p w14:paraId="34D99ED2" w14:textId="77777777" w:rsidR="00D93CF3" w:rsidRDefault="00D93CF3" w:rsidP="00D93CF3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1BAEA792" w14:textId="77777777" w:rsidR="00D93CF3" w:rsidRDefault="00D93CF3" w:rsidP="00D93CF3">
      <w:pPr>
        <w:spacing w:after="0" w:line="240" w:lineRule="auto"/>
        <w:rPr>
          <w:sz w:val="24"/>
        </w:rPr>
      </w:pPr>
    </w:p>
    <w:p w14:paraId="165F583E" w14:textId="77777777" w:rsidR="00D93CF3" w:rsidRDefault="00D93CF3" w:rsidP="00D93CF3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26B6030C" w14:textId="09B8F169" w:rsidR="00E7454D" w:rsidRDefault="00E7454D">
      <w:pPr>
        <w:rPr>
          <w:b/>
          <w:sz w:val="28"/>
        </w:rPr>
      </w:pPr>
    </w:p>
    <w:p w14:paraId="2F9FAC91" w14:textId="77777777" w:rsidR="009830CE" w:rsidRPr="009830CE" w:rsidRDefault="00DE44A5" w:rsidP="00E2383F">
      <w:pPr>
        <w:rPr>
          <w:b/>
          <w:i/>
          <w:sz w:val="28"/>
        </w:rPr>
      </w:pPr>
      <w:r>
        <w:rPr>
          <w:b/>
          <w:sz w:val="28"/>
        </w:rPr>
        <w:lastRenderedPageBreak/>
        <w:t>Partie I</w:t>
      </w:r>
      <w:r w:rsidR="00E7454D">
        <w:rPr>
          <w:b/>
          <w:sz w:val="28"/>
        </w:rPr>
        <w:t>II</w:t>
      </w:r>
      <w:r>
        <w:rPr>
          <w:b/>
          <w:sz w:val="28"/>
        </w:rPr>
        <w:t xml:space="preserve"> : </w:t>
      </w:r>
      <w:r w:rsidR="009830CE" w:rsidRPr="009830CE">
        <w:rPr>
          <w:b/>
          <w:i/>
          <w:sz w:val="28"/>
        </w:rPr>
        <w:t>Vocabulaire actif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980"/>
        <w:gridCol w:w="2880"/>
        <w:gridCol w:w="2700"/>
      </w:tblGrid>
      <w:tr w:rsidR="00B3781F" w14:paraId="1149AD0A" w14:textId="77777777" w:rsidTr="00B3781F">
        <w:tc>
          <w:tcPr>
            <w:tcW w:w="2628" w:type="dxa"/>
            <w:shd w:val="pct15" w:color="auto" w:fill="auto"/>
            <w:vAlign w:val="center"/>
          </w:tcPr>
          <w:p w14:paraId="1BABFBE9" w14:textId="77777777" w:rsidR="00B3781F" w:rsidRPr="00A119AA" w:rsidRDefault="00B3781F" w:rsidP="009830CE">
            <w:pPr>
              <w:jc w:val="center"/>
              <w:rPr>
                <w:b/>
                <w:sz w:val="24"/>
              </w:rPr>
            </w:pPr>
          </w:p>
          <w:p w14:paraId="2FEBED31" w14:textId="641CC360" w:rsidR="00B3781F" w:rsidRPr="00A119AA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 mot de vocabulaire</w:t>
            </w:r>
          </w:p>
          <w:p w14:paraId="08F73896" w14:textId="77777777" w:rsidR="00B3781F" w:rsidRPr="00A119AA" w:rsidRDefault="00B3781F" w:rsidP="009830CE">
            <w:pPr>
              <w:jc w:val="center"/>
              <w:rPr>
                <w:b/>
                <w:sz w:val="24"/>
              </w:rPr>
            </w:pPr>
          </w:p>
        </w:tc>
        <w:tc>
          <w:tcPr>
            <w:tcW w:w="1980" w:type="dxa"/>
            <w:shd w:val="pct15" w:color="auto" w:fill="auto"/>
            <w:vAlign w:val="center"/>
          </w:tcPr>
          <w:p w14:paraId="6DBCBC10" w14:textId="23EBB69D" w:rsidR="00B3781F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la </w:t>
            </w:r>
            <w:r w:rsidR="00D93CF3">
              <w:rPr>
                <w:b/>
                <w:sz w:val="24"/>
              </w:rPr>
              <w:t>nature</w:t>
            </w:r>
          </w:p>
          <w:p w14:paraId="0F42866C" w14:textId="7C87B48F" w:rsidR="00B3781F" w:rsidRPr="00A119AA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(n / v / </w:t>
            </w:r>
            <w:proofErr w:type="spellStart"/>
            <w:r>
              <w:rPr>
                <w:b/>
                <w:sz w:val="24"/>
              </w:rPr>
              <w:t>adj</w:t>
            </w:r>
            <w:proofErr w:type="spellEnd"/>
            <w:r>
              <w:rPr>
                <w:b/>
                <w:sz w:val="24"/>
              </w:rPr>
              <w:t xml:space="preserve"> / </w:t>
            </w:r>
            <w:proofErr w:type="spellStart"/>
            <w:r>
              <w:rPr>
                <w:b/>
                <w:sz w:val="24"/>
              </w:rPr>
              <w:t>adv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880" w:type="dxa"/>
            <w:shd w:val="pct15" w:color="auto" w:fill="auto"/>
            <w:vAlign w:val="center"/>
          </w:tcPr>
          <w:p w14:paraId="062B8BFE" w14:textId="6CDF9A5D" w:rsidR="00B3781F" w:rsidRPr="00A119AA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Qu’en penses-tu ?</w:t>
            </w:r>
          </w:p>
        </w:tc>
        <w:tc>
          <w:tcPr>
            <w:tcW w:w="2700" w:type="dxa"/>
            <w:shd w:val="pct15" w:color="auto" w:fill="auto"/>
            <w:vAlign w:val="center"/>
          </w:tcPr>
          <w:p w14:paraId="4FA64FF0" w14:textId="5931D58C" w:rsidR="00B3781F" w:rsidRPr="00A119AA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le sens </w:t>
            </w:r>
            <w:r w:rsidRPr="00A119AA">
              <w:rPr>
                <w:b/>
                <w:sz w:val="24"/>
              </w:rPr>
              <w:t>anglais</w:t>
            </w:r>
          </w:p>
        </w:tc>
      </w:tr>
      <w:tr w:rsidR="00B3781F" w14:paraId="256521D6" w14:textId="77777777" w:rsidTr="00B3781F">
        <w:tc>
          <w:tcPr>
            <w:tcW w:w="2628" w:type="dxa"/>
          </w:tcPr>
          <w:p w14:paraId="52801E64" w14:textId="77777777" w:rsidR="00B3781F" w:rsidRDefault="00B3781F" w:rsidP="00F46A9D">
            <w:pPr>
              <w:rPr>
                <w:sz w:val="24"/>
              </w:rPr>
            </w:pPr>
          </w:p>
          <w:p w14:paraId="181AC04A" w14:textId="7DC76D46" w:rsidR="00B3781F" w:rsidRDefault="00D93CF3" w:rsidP="00F46A9D">
            <w:pPr>
              <w:rPr>
                <w:sz w:val="24"/>
              </w:rPr>
            </w:pPr>
            <w:r>
              <w:rPr>
                <w:sz w:val="24"/>
              </w:rPr>
              <w:t>servir à</w:t>
            </w:r>
          </w:p>
          <w:p w14:paraId="554FA82E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6BF3C99F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028ABB99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1F4B802D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5D6FE682" w14:textId="77777777" w:rsidTr="00B3781F">
        <w:tc>
          <w:tcPr>
            <w:tcW w:w="2628" w:type="dxa"/>
          </w:tcPr>
          <w:p w14:paraId="33CFD134" w14:textId="77777777" w:rsidR="00B3781F" w:rsidRDefault="00B3781F" w:rsidP="00F46A9D">
            <w:pPr>
              <w:rPr>
                <w:sz w:val="24"/>
              </w:rPr>
            </w:pPr>
          </w:p>
          <w:p w14:paraId="46999626" w14:textId="3EBC3D03" w:rsidR="00B3781F" w:rsidRDefault="00D93CF3" w:rsidP="00F46A9D">
            <w:pPr>
              <w:rPr>
                <w:sz w:val="24"/>
              </w:rPr>
            </w:pPr>
            <w:r>
              <w:rPr>
                <w:sz w:val="24"/>
              </w:rPr>
              <w:t>la naissance</w:t>
            </w:r>
          </w:p>
          <w:p w14:paraId="0D221CFB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70BE6F3F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54BEA837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31482836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32939ECF" w14:textId="77777777" w:rsidTr="00B3781F">
        <w:tc>
          <w:tcPr>
            <w:tcW w:w="2628" w:type="dxa"/>
          </w:tcPr>
          <w:p w14:paraId="28EB016A" w14:textId="77777777" w:rsidR="00B3781F" w:rsidRDefault="00B3781F" w:rsidP="009830CE">
            <w:pPr>
              <w:rPr>
                <w:sz w:val="24"/>
              </w:rPr>
            </w:pPr>
          </w:p>
          <w:p w14:paraId="5AA20078" w14:textId="659A8B73" w:rsidR="00B3781F" w:rsidRDefault="00D93CF3" w:rsidP="009830CE">
            <w:pPr>
              <w:rPr>
                <w:sz w:val="24"/>
              </w:rPr>
            </w:pPr>
            <w:r>
              <w:rPr>
                <w:sz w:val="24"/>
              </w:rPr>
              <w:t>aisé(e</w:t>
            </w:r>
            <w:proofErr w:type="gramStart"/>
            <w:r>
              <w:rPr>
                <w:sz w:val="24"/>
              </w:rPr>
              <w:t>)(</w:t>
            </w:r>
            <w:proofErr w:type="gramEnd"/>
            <w:r>
              <w:rPr>
                <w:sz w:val="24"/>
              </w:rPr>
              <w:t>s)</w:t>
            </w:r>
          </w:p>
          <w:p w14:paraId="13F8E7F1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4EE6D50D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08883F06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6DE680D9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183527AF" w14:textId="77777777" w:rsidTr="00B3781F">
        <w:tc>
          <w:tcPr>
            <w:tcW w:w="2628" w:type="dxa"/>
          </w:tcPr>
          <w:p w14:paraId="644035FA" w14:textId="77777777" w:rsidR="00B3781F" w:rsidRDefault="00B3781F" w:rsidP="009830CE">
            <w:pPr>
              <w:rPr>
                <w:sz w:val="24"/>
              </w:rPr>
            </w:pPr>
          </w:p>
          <w:p w14:paraId="0E639C4D" w14:textId="2AD571C0" w:rsidR="00B3781F" w:rsidRDefault="00D93CF3" w:rsidP="009830CE">
            <w:pPr>
              <w:rPr>
                <w:sz w:val="24"/>
              </w:rPr>
            </w:pPr>
            <w:r>
              <w:rPr>
                <w:sz w:val="24"/>
              </w:rPr>
              <w:t>augmenter</w:t>
            </w:r>
          </w:p>
          <w:p w14:paraId="1E6FFFB4" w14:textId="77777777" w:rsidR="00B3781F" w:rsidRDefault="00B3781F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49B16C0A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368A98B2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7E10AF10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3E9C417B" w14:textId="77777777" w:rsidTr="00B3781F">
        <w:tc>
          <w:tcPr>
            <w:tcW w:w="2628" w:type="dxa"/>
          </w:tcPr>
          <w:p w14:paraId="4A403259" w14:textId="77777777" w:rsidR="00B3781F" w:rsidRDefault="00B3781F" w:rsidP="009830CE">
            <w:pPr>
              <w:rPr>
                <w:sz w:val="24"/>
              </w:rPr>
            </w:pPr>
          </w:p>
          <w:p w14:paraId="1BD86F01" w14:textId="29F92463" w:rsidR="00B3781F" w:rsidRDefault="00D93CF3" w:rsidP="009830CE">
            <w:pPr>
              <w:rPr>
                <w:sz w:val="24"/>
              </w:rPr>
            </w:pPr>
            <w:r>
              <w:rPr>
                <w:sz w:val="24"/>
              </w:rPr>
              <w:t>de base</w:t>
            </w:r>
          </w:p>
          <w:p w14:paraId="592737B4" w14:textId="77777777" w:rsidR="00B3781F" w:rsidRDefault="00B3781F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5090D306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5EFC76D4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16678134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5C8FDC38" w14:textId="77777777" w:rsidTr="00B3781F">
        <w:tc>
          <w:tcPr>
            <w:tcW w:w="2628" w:type="dxa"/>
          </w:tcPr>
          <w:p w14:paraId="0B88EFA4" w14:textId="77777777" w:rsidR="00B3781F" w:rsidRDefault="00B3781F" w:rsidP="009830CE">
            <w:pPr>
              <w:rPr>
                <w:sz w:val="24"/>
              </w:rPr>
            </w:pPr>
          </w:p>
          <w:p w14:paraId="1F5E25E5" w14:textId="4B77A048" w:rsidR="00B3781F" w:rsidRDefault="00D93CF3" w:rsidP="009830CE">
            <w:pPr>
              <w:rPr>
                <w:sz w:val="24"/>
              </w:rPr>
            </w:pPr>
            <w:r>
              <w:rPr>
                <w:sz w:val="24"/>
              </w:rPr>
              <w:t>compter</w:t>
            </w:r>
          </w:p>
          <w:p w14:paraId="79E08852" w14:textId="77777777" w:rsidR="00B3781F" w:rsidRDefault="00B3781F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35DAB297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22022DFD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48AB024D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5B4E9A6B" w14:textId="77777777" w:rsidTr="00B3781F">
        <w:tc>
          <w:tcPr>
            <w:tcW w:w="2628" w:type="dxa"/>
          </w:tcPr>
          <w:p w14:paraId="160033C7" w14:textId="77777777" w:rsidR="00B3781F" w:rsidRDefault="00B3781F" w:rsidP="009830CE">
            <w:pPr>
              <w:rPr>
                <w:sz w:val="24"/>
              </w:rPr>
            </w:pPr>
          </w:p>
          <w:p w14:paraId="20CF0E32" w14:textId="67DF759B" w:rsidR="00B3781F" w:rsidRDefault="00D93CF3" w:rsidP="009830CE">
            <w:pPr>
              <w:rPr>
                <w:sz w:val="24"/>
              </w:rPr>
            </w:pPr>
            <w:r>
              <w:rPr>
                <w:sz w:val="24"/>
              </w:rPr>
              <w:t>un usage</w:t>
            </w:r>
          </w:p>
          <w:p w14:paraId="426050C8" w14:textId="77777777" w:rsidR="00B3781F" w:rsidRDefault="00B3781F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0407E07A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3D3B574D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2890FA8B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73D8F29C" w14:textId="77777777" w:rsidTr="00B3781F">
        <w:tc>
          <w:tcPr>
            <w:tcW w:w="2628" w:type="dxa"/>
          </w:tcPr>
          <w:p w14:paraId="7186DA1A" w14:textId="77777777" w:rsidR="00B3781F" w:rsidRDefault="00B3781F" w:rsidP="009830CE">
            <w:pPr>
              <w:rPr>
                <w:sz w:val="24"/>
              </w:rPr>
            </w:pPr>
          </w:p>
          <w:p w14:paraId="5D6A127A" w14:textId="2A54C6CA" w:rsidR="00B3781F" w:rsidRDefault="00D93CF3" w:rsidP="009830CE">
            <w:pPr>
              <w:rPr>
                <w:sz w:val="24"/>
              </w:rPr>
            </w:pPr>
            <w:r>
              <w:rPr>
                <w:sz w:val="24"/>
              </w:rPr>
              <w:t>irriguer</w:t>
            </w:r>
          </w:p>
          <w:p w14:paraId="4953B60D" w14:textId="77777777" w:rsidR="00B3781F" w:rsidRDefault="00B3781F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2B7BE17F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4A8697A2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2873FB2B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6CE3DA8B" w14:textId="77777777" w:rsidTr="00B3781F">
        <w:tc>
          <w:tcPr>
            <w:tcW w:w="2628" w:type="dxa"/>
          </w:tcPr>
          <w:p w14:paraId="64E03CA3" w14:textId="77777777" w:rsidR="00B3781F" w:rsidRDefault="00B3781F" w:rsidP="009830CE">
            <w:pPr>
              <w:rPr>
                <w:sz w:val="24"/>
              </w:rPr>
            </w:pPr>
          </w:p>
          <w:p w14:paraId="09831DB3" w14:textId="6BA45D10" w:rsidR="00B3781F" w:rsidRDefault="00D93CF3" w:rsidP="009830CE">
            <w:pPr>
              <w:rPr>
                <w:sz w:val="24"/>
              </w:rPr>
            </w:pPr>
            <w:r>
              <w:rPr>
                <w:sz w:val="24"/>
              </w:rPr>
              <w:t>mettre au point</w:t>
            </w:r>
          </w:p>
          <w:p w14:paraId="0616FF66" w14:textId="77777777" w:rsidR="00B3781F" w:rsidRDefault="00B3781F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3B509557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1D7E07AB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06F8F587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17C9F9B0" w14:textId="77777777" w:rsidTr="00B3781F">
        <w:tc>
          <w:tcPr>
            <w:tcW w:w="2628" w:type="dxa"/>
          </w:tcPr>
          <w:p w14:paraId="7C43FAA2" w14:textId="77777777" w:rsidR="00B3781F" w:rsidRDefault="00B3781F" w:rsidP="009830CE">
            <w:pPr>
              <w:rPr>
                <w:sz w:val="24"/>
              </w:rPr>
            </w:pPr>
          </w:p>
          <w:p w14:paraId="56F307AB" w14:textId="129F7AE1" w:rsidR="00B3781F" w:rsidRDefault="00D93CF3" w:rsidP="009830CE">
            <w:pPr>
              <w:rPr>
                <w:sz w:val="24"/>
              </w:rPr>
            </w:pPr>
            <w:r>
              <w:rPr>
                <w:sz w:val="24"/>
              </w:rPr>
              <w:t>prélevé</w:t>
            </w:r>
          </w:p>
          <w:p w14:paraId="447A1DD6" w14:textId="77777777" w:rsidR="00B3781F" w:rsidRDefault="00B3781F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1BD7781B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342763B9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662987B9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7D9E8691" w14:textId="77777777" w:rsidTr="00B3781F">
        <w:tc>
          <w:tcPr>
            <w:tcW w:w="2628" w:type="dxa"/>
          </w:tcPr>
          <w:p w14:paraId="3A7C978D" w14:textId="77777777" w:rsidR="00B3781F" w:rsidRDefault="00B3781F" w:rsidP="009830CE">
            <w:pPr>
              <w:rPr>
                <w:sz w:val="24"/>
              </w:rPr>
            </w:pPr>
          </w:p>
          <w:p w14:paraId="58CEC20E" w14:textId="114F8AFD" w:rsidR="00B3781F" w:rsidRDefault="0039432D" w:rsidP="009830CE">
            <w:pPr>
              <w:rPr>
                <w:sz w:val="24"/>
              </w:rPr>
            </w:pPr>
            <w:r>
              <w:rPr>
                <w:sz w:val="24"/>
              </w:rPr>
              <w:t>un compte</w:t>
            </w:r>
          </w:p>
          <w:p w14:paraId="0EF77805" w14:textId="77777777" w:rsidR="00B3781F" w:rsidRDefault="00B3781F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46C3FEA1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680C43C6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3990E23D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0B4DF83E" w14:textId="77777777" w:rsidTr="00B3781F">
        <w:tc>
          <w:tcPr>
            <w:tcW w:w="2628" w:type="dxa"/>
          </w:tcPr>
          <w:p w14:paraId="459D5240" w14:textId="77777777" w:rsidR="00B3781F" w:rsidRDefault="00B3781F" w:rsidP="009830CE">
            <w:pPr>
              <w:rPr>
                <w:sz w:val="24"/>
              </w:rPr>
            </w:pPr>
          </w:p>
          <w:p w14:paraId="3F69388B" w14:textId="44A69BB5" w:rsidR="00B3781F" w:rsidRDefault="0039432D" w:rsidP="009830CE">
            <w:pPr>
              <w:rPr>
                <w:sz w:val="24"/>
              </w:rPr>
            </w:pPr>
            <w:r>
              <w:rPr>
                <w:sz w:val="24"/>
              </w:rPr>
              <w:t>un inscrit</w:t>
            </w:r>
          </w:p>
          <w:p w14:paraId="42AAF76D" w14:textId="77777777" w:rsidR="00B3781F" w:rsidRDefault="00B3781F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33E2DCA7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2137B428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710732ED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39432D" w14:paraId="5BD60FB1" w14:textId="77777777" w:rsidTr="00B3781F">
        <w:tc>
          <w:tcPr>
            <w:tcW w:w="2628" w:type="dxa"/>
          </w:tcPr>
          <w:p w14:paraId="3E24CF8B" w14:textId="77777777" w:rsidR="0039432D" w:rsidRDefault="0039432D" w:rsidP="009830CE">
            <w:pPr>
              <w:rPr>
                <w:sz w:val="24"/>
              </w:rPr>
            </w:pPr>
          </w:p>
          <w:p w14:paraId="132D2F0E" w14:textId="77777777" w:rsidR="0039432D" w:rsidRDefault="0039432D" w:rsidP="009830CE">
            <w:pPr>
              <w:rPr>
                <w:sz w:val="24"/>
              </w:rPr>
            </w:pPr>
            <w:r>
              <w:rPr>
                <w:sz w:val="24"/>
              </w:rPr>
              <w:t>une sécheresse</w:t>
            </w:r>
          </w:p>
          <w:p w14:paraId="1C7FF466" w14:textId="76C8DF58" w:rsidR="0039432D" w:rsidRDefault="0039432D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73CFAD91" w14:textId="77777777" w:rsidR="0039432D" w:rsidRDefault="0039432D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01428815" w14:textId="77777777" w:rsidR="0039432D" w:rsidRDefault="0039432D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706B34D0" w14:textId="77777777" w:rsidR="0039432D" w:rsidRDefault="0039432D" w:rsidP="00F46A9D">
            <w:pPr>
              <w:rPr>
                <w:sz w:val="24"/>
              </w:rPr>
            </w:pPr>
          </w:p>
        </w:tc>
      </w:tr>
    </w:tbl>
    <w:p w14:paraId="493927E8" w14:textId="77777777" w:rsidR="00745BEA" w:rsidRDefault="00745BEA" w:rsidP="00910BA9">
      <w:pPr>
        <w:spacing w:after="0" w:line="240" w:lineRule="auto"/>
        <w:rPr>
          <w:b/>
          <w:sz w:val="24"/>
        </w:rPr>
      </w:pPr>
    </w:p>
    <w:p w14:paraId="430542B8" w14:textId="56FDDE16" w:rsidR="005E5805" w:rsidRPr="009830CE" w:rsidRDefault="005E5805" w:rsidP="005E5805">
      <w:pPr>
        <w:spacing w:after="0" w:line="240" w:lineRule="auto"/>
        <w:rPr>
          <w:b/>
          <w:i/>
          <w:sz w:val="28"/>
        </w:rPr>
      </w:pPr>
      <w:r>
        <w:rPr>
          <w:b/>
          <w:sz w:val="28"/>
        </w:rPr>
        <w:lastRenderedPageBreak/>
        <w:t xml:space="preserve">Partie </w:t>
      </w:r>
      <w:r w:rsidR="003B65B5">
        <w:rPr>
          <w:b/>
          <w:sz w:val="28"/>
        </w:rPr>
        <w:t>IV</w:t>
      </w:r>
      <w:r>
        <w:rPr>
          <w:b/>
          <w:sz w:val="28"/>
        </w:rPr>
        <w:t xml:space="preserve"> : </w:t>
      </w:r>
      <w:r>
        <w:rPr>
          <w:b/>
          <w:i/>
          <w:sz w:val="28"/>
        </w:rPr>
        <w:t>Compréhension</w:t>
      </w:r>
    </w:p>
    <w:p w14:paraId="3BDD62C9" w14:textId="77777777" w:rsidR="005E5805" w:rsidRDefault="005E5805" w:rsidP="005E5805">
      <w:pPr>
        <w:spacing w:after="0" w:line="240" w:lineRule="auto"/>
        <w:rPr>
          <w:b/>
          <w:sz w:val="24"/>
        </w:rPr>
      </w:pPr>
      <w:r>
        <w:rPr>
          <w:b/>
          <w:sz w:val="24"/>
        </w:rPr>
        <w:t>Directions : Répondez aux questions suivantes en français.</w:t>
      </w:r>
    </w:p>
    <w:p w14:paraId="37239FF9" w14:textId="77777777" w:rsidR="005E5805" w:rsidRDefault="005E5805" w:rsidP="005E5805">
      <w:pPr>
        <w:spacing w:after="0" w:line="240" w:lineRule="auto"/>
        <w:rPr>
          <w:b/>
          <w:sz w:val="24"/>
        </w:rPr>
      </w:pPr>
    </w:p>
    <w:p w14:paraId="6CBCDCF6" w14:textId="69109361" w:rsidR="005E5805" w:rsidRDefault="005E5805" w:rsidP="005E5805">
      <w:pPr>
        <w:spacing w:after="0" w:line="240" w:lineRule="auto"/>
        <w:rPr>
          <w:sz w:val="24"/>
        </w:rPr>
      </w:pPr>
      <w:r w:rsidRPr="00F46A9D">
        <w:rPr>
          <w:sz w:val="24"/>
        </w:rPr>
        <w:t>1.</w:t>
      </w:r>
      <w:r>
        <w:rPr>
          <w:sz w:val="24"/>
        </w:rPr>
        <w:t xml:space="preserve"> </w:t>
      </w:r>
      <w:r w:rsidR="003B65B5">
        <w:rPr>
          <w:sz w:val="24"/>
        </w:rPr>
        <w:t>À part de la communication, en quel(s) domaine(s) est-ce que le portable a changé l’Afrique ?</w:t>
      </w:r>
    </w:p>
    <w:p w14:paraId="2475AA7A" w14:textId="77777777" w:rsidR="005E5805" w:rsidRDefault="005E5805" w:rsidP="005E5805">
      <w:pPr>
        <w:spacing w:after="0" w:line="240" w:lineRule="auto"/>
        <w:rPr>
          <w:sz w:val="24"/>
        </w:rPr>
      </w:pPr>
    </w:p>
    <w:p w14:paraId="5119CD61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65E8F1E1" w14:textId="77777777" w:rsidR="005E5805" w:rsidRDefault="005E5805" w:rsidP="005E5805">
      <w:pPr>
        <w:spacing w:after="0" w:line="240" w:lineRule="auto"/>
        <w:rPr>
          <w:sz w:val="24"/>
        </w:rPr>
      </w:pPr>
    </w:p>
    <w:p w14:paraId="3494374E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351A7AC3" w14:textId="77777777" w:rsidR="005E5805" w:rsidRDefault="005E5805" w:rsidP="005E5805">
      <w:pPr>
        <w:spacing w:after="0" w:line="240" w:lineRule="auto"/>
        <w:rPr>
          <w:sz w:val="24"/>
        </w:rPr>
      </w:pPr>
    </w:p>
    <w:p w14:paraId="53E452FF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950D767" w14:textId="77777777" w:rsidR="005E5805" w:rsidRDefault="005E5805" w:rsidP="005E5805">
      <w:pPr>
        <w:spacing w:after="0" w:line="240" w:lineRule="auto"/>
        <w:rPr>
          <w:sz w:val="24"/>
        </w:rPr>
      </w:pPr>
    </w:p>
    <w:p w14:paraId="2D64714C" w14:textId="3C454918" w:rsidR="005E5805" w:rsidRDefault="003B65B5" w:rsidP="005E5805">
      <w:pPr>
        <w:spacing w:after="0" w:line="240" w:lineRule="auto"/>
        <w:rPr>
          <w:sz w:val="24"/>
        </w:rPr>
      </w:pPr>
      <w:r>
        <w:rPr>
          <w:sz w:val="24"/>
        </w:rPr>
        <w:t>2. En 1998, quel groupe possédait un téléphone mobile ? Comment est-ce que ça a changé à la fin de 2007 ?</w:t>
      </w:r>
    </w:p>
    <w:p w14:paraId="015B333A" w14:textId="77777777" w:rsidR="005E5805" w:rsidRDefault="005E5805" w:rsidP="005E5805">
      <w:pPr>
        <w:spacing w:after="0" w:line="240" w:lineRule="auto"/>
        <w:rPr>
          <w:sz w:val="24"/>
        </w:rPr>
      </w:pPr>
    </w:p>
    <w:p w14:paraId="22C8D78B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0E01AE11" w14:textId="77777777" w:rsidR="005E5805" w:rsidRDefault="005E5805" w:rsidP="005E5805">
      <w:pPr>
        <w:spacing w:after="0" w:line="240" w:lineRule="auto"/>
        <w:rPr>
          <w:sz w:val="24"/>
        </w:rPr>
      </w:pPr>
    </w:p>
    <w:p w14:paraId="717F747D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41A4CB58" w14:textId="77777777" w:rsidR="005E5805" w:rsidRDefault="005E5805" w:rsidP="005E5805">
      <w:pPr>
        <w:spacing w:after="0" w:line="240" w:lineRule="auto"/>
        <w:rPr>
          <w:sz w:val="24"/>
        </w:rPr>
      </w:pPr>
    </w:p>
    <w:p w14:paraId="6A19CECD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B1F7486" w14:textId="77777777" w:rsidR="005E5805" w:rsidRDefault="005E5805" w:rsidP="005E5805">
      <w:pPr>
        <w:spacing w:after="0" w:line="240" w:lineRule="auto"/>
        <w:rPr>
          <w:sz w:val="24"/>
        </w:rPr>
      </w:pPr>
    </w:p>
    <w:p w14:paraId="00C621A9" w14:textId="300DD31D" w:rsidR="005E5805" w:rsidRPr="003B65B5" w:rsidRDefault="005E5805" w:rsidP="005E5805">
      <w:pPr>
        <w:spacing w:after="0" w:line="240" w:lineRule="auto"/>
        <w:rPr>
          <w:sz w:val="24"/>
          <w:u w:val="single"/>
        </w:rPr>
      </w:pPr>
      <w:r>
        <w:rPr>
          <w:sz w:val="24"/>
        </w:rPr>
        <w:t>3</w:t>
      </w:r>
      <w:r w:rsidRPr="00F46A9D">
        <w:rPr>
          <w:sz w:val="24"/>
        </w:rPr>
        <w:t>.</w:t>
      </w:r>
      <w:r>
        <w:rPr>
          <w:sz w:val="24"/>
        </w:rPr>
        <w:t xml:space="preserve"> </w:t>
      </w:r>
      <w:r w:rsidR="003B65B5">
        <w:rPr>
          <w:sz w:val="24"/>
        </w:rPr>
        <w:t>Quels facteurs ont influencé la croissance</w:t>
      </w:r>
      <w:r w:rsidR="003B65B5">
        <w:rPr>
          <w:rStyle w:val="FootnoteReference"/>
          <w:sz w:val="24"/>
        </w:rPr>
        <w:footnoteReference w:id="1"/>
      </w:r>
      <w:r w:rsidR="003B65B5">
        <w:rPr>
          <w:sz w:val="24"/>
        </w:rPr>
        <w:t xml:space="preserve"> de l’usage du téléphone mobile ?</w:t>
      </w:r>
    </w:p>
    <w:p w14:paraId="4C05EFF0" w14:textId="77777777" w:rsidR="005E5805" w:rsidRDefault="005E5805" w:rsidP="005E5805">
      <w:pPr>
        <w:spacing w:after="0" w:line="240" w:lineRule="auto"/>
        <w:rPr>
          <w:sz w:val="24"/>
        </w:rPr>
      </w:pPr>
    </w:p>
    <w:p w14:paraId="1AD2B617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20A03E83" w14:textId="77777777" w:rsidR="005E5805" w:rsidRDefault="005E5805" w:rsidP="005E5805">
      <w:pPr>
        <w:spacing w:after="0" w:line="240" w:lineRule="auto"/>
        <w:rPr>
          <w:sz w:val="24"/>
        </w:rPr>
      </w:pPr>
    </w:p>
    <w:p w14:paraId="3E8AFD3C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521B1DF" w14:textId="77777777" w:rsidR="005E5805" w:rsidRDefault="005E5805" w:rsidP="005E5805">
      <w:pPr>
        <w:spacing w:after="0" w:line="240" w:lineRule="auto"/>
        <w:rPr>
          <w:sz w:val="24"/>
        </w:rPr>
      </w:pPr>
    </w:p>
    <w:p w14:paraId="28B1B85E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44FAA778" w14:textId="77777777" w:rsidR="005E5805" w:rsidRDefault="005E5805" w:rsidP="005E5805">
      <w:pPr>
        <w:spacing w:after="0" w:line="240" w:lineRule="auto"/>
        <w:rPr>
          <w:sz w:val="24"/>
        </w:rPr>
      </w:pPr>
    </w:p>
    <w:p w14:paraId="5EF77EB5" w14:textId="683AE419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4</w:t>
      </w:r>
      <w:r w:rsidRPr="00F46A9D">
        <w:rPr>
          <w:sz w:val="24"/>
        </w:rPr>
        <w:t>.</w:t>
      </w:r>
      <w:r>
        <w:rPr>
          <w:sz w:val="24"/>
        </w:rPr>
        <w:t xml:space="preserve"> </w:t>
      </w:r>
      <w:r w:rsidR="003B65B5">
        <w:rPr>
          <w:sz w:val="24"/>
        </w:rPr>
        <w:t>Quels sortes de services sont maintenant disponibles aux populations qui vivent dans des endroits ruraux ?</w:t>
      </w:r>
    </w:p>
    <w:p w14:paraId="57C4D6F8" w14:textId="77777777" w:rsidR="005E5805" w:rsidRDefault="005E5805" w:rsidP="005E5805">
      <w:pPr>
        <w:spacing w:after="0" w:line="240" w:lineRule="auto"/>
        <w:rPr>
          <w:sz w:val="24"/>
        </w:rPr>
      </w:pPr>
    </w:p>
    <w:p w14:paraId="3577D38B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50FB411B" w14:textId="77777777" w:rsidR="005E5805" w:rsidRDefault="005E5805" w:rsidP="005E5805">
      <w:pPr>
        <w:spacing w:after="0" w:line="240" w:lineRule="auto"/>
        <w:rPr>
          <w:sz w:val="24"/>
        </w:rPr>
      </w:pPr>
    </w:p>
    <w:p w14:paraId="51FD78D5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04115CEC" w14:textId="77777777" w:rsidR="005E5805" w:rsidRDefault="005E5805" w:rsidP="005E5805">
      <w:pPr>
        <w:spacing w:after="0" w:line="240" w:lineRule="auto"/>
        <w:rPr>
          <w:sz w:val="24"/>
        </w:rPr>
      </w:pPr>
    </w:p>
    <w:p w14:paraId="29267F89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44F76E48" w14:textId="77777777" w:rsidR="005E5805" w:rsidRDefault="005E5805" w:rsidP="005E5805">
      <w:pPr>
        <w:spacing w:after="0" w:line="240" w:lineRule="auto"/>
        <w:rPr>
          <w:sz w:val="24"/>
        </w:rPr>
      </w:pPr>
    </w:p>
    <w:p w14:paraId="634E8CE2" w14:textId="6BAE8C32" w:rsidR="005E5805" w:rsidRDefault="003B65B5" w:rsidP="005E5805">
      <w:pPr>
        <w:spacing w:after="0" w:line="240" w:lineRule="auto"/>
        <w:rPr>
          <w:sz w:val="24"/>
        </w:rPr>
      </w:pPr>
      <w:r>
        <w:rPr>
          <w:sz w:val="24"/>
        </w:rPr>
        <w:t>5. Qu’est-ce que le service M-Pesa ?</w:t>
      </w:r>
    </w:p>
    <w:p w14:paraId="577F93F1" w14:textId="77777777" w:rsidR="005E5805" w:rsidRDefault="005E5805" w:rsidP="005E5805">
      <w:pPr>
        <w:spacing w:after="0" w:line="240" w:lineRule="auto"/>
        <w:rPr>
          <w:sz w:val="24"/>
        </w:rPr>
      </w:pPr>
    </w:p>
    <w:p w14:paraId="545B5639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4F07A219" w14:textId="77777777" w:rsidR="005E5805" w:rsidRDefault="005E5805" w:rsidP="005E5805">
      <w:pPr>
        <w:spacing w:after="0" w:line="240" w:lineRule="auto"/>
        <w:rPr>
          <w:sz w:val="24"/>
        </w:rPr>
      </w:pPr>
    </w:p>
    <w:p w14:paraId="72E2674E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2A20D73" w14:textId="77777777" w:rsidR="005E5805" w:rsidRDefault="005E5805" w:rsidP="005E5805">
      <w:pPr>
        <w:spacing w:after="0" w:line="240" w:lineRule="auto"/>
        <w:rPr>
          <w:sz w:val="24"/>
        </w:rPr>
      </w:pPr>
    </w:p>
    <w:p w14:paraId="47B42ABA" w14:textId="0EDE4EC5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sectPr w:rsidR="005E5805" w:rsidSect="00FB436C">
      <w:pgSz w:w="12240" w:h="15840"/>
      <w:pgMar w:top="864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699D6" w14:textId="77777777" w:rsidR="00724321" w:rsidRDefault="00724321" w:rsidP="003B65B5">
      <w:pPr>
        <w:spacing w:after="0" w:line="240" w:lineRule="auto"/>
      </w:pPr>
      <w:r>
        <w:separator/>
      </w:r>
    </w:p>
  </w:endnote>
  <w:endnote w:type="continuationSeparator" w:id="0">
    <w:p w14:paraId="16BD9180" w14:textId="77777777" w:rsidR="00724321" w:rsidRDefault="00724321" w:rsidP="003B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E23DF" w14:textId="77777777" w:rsidR="00724321" w:rsidRDefault="00724321" w:rsidP="003B65B5">
      <w:pPr>
        <w:spacing w:after="0" w:line="240" w:lineRule="auto"/>
      </w:pPr>
      <w:r>
        <w:separator/>
      </w:r>
    </w:p>
  </w:footnote>
  <w:footnote w:type="continuationSeparator" w:id="0">
    <w:p w14:paraId="45488727" w14:textId="77777777" w:rsidR="00724321" w:rsidRDefault="00724321" w:rsidP="003B65B5">
      <w:pPr>
        <w:spacing w:after="0" w:line="240" w:lineRule="auto"/>
      </w:pPr>
      <w:r>
        <w:continuationSeparator/>
      </w:r>
    </w:p>
  </w:footnote>
  <w:footnote w:id="1">
    <w:p w14:paraId="1D68C78B" w14:textId="0B726879" w:rsidR="00724321" w:rsidRPr="003B65B5" w:rsidRDefault="0072432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increase</w:t>
      </w:r>
      <w:proofErr w:type="gramEnd"/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01051"/>
    <w:multiLevelType w:val="hybridMultilevel"/>
    <w:tmpl w:val="72908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8A"/>
    <w:rsid w:val="00073CE1"/>
    <w:rsid w:val="000768A2"/>
    <w:rsid w:val="00092FAA"/>
    <w:rsid w:val="000C1A43"/>
    <w:rsid w:val="000C5374"/>
    <w:rsid w:val="00104BD3"/>
    <w:rsid w:val="001145BD"/>
    <w:rsid w:val="00182381"/>
    <w:rsid w:val="00193E02"/>
    <w:rsid w:val="001D79BD"/>
    <w:rsid w:val="002219DE"/>
    <w:rsid w:val="003132B7"/>
    <w:rsid w:val="003179D6"/>
    <w:rsid w:val="0039432D"/>
    <w:rsid w:val="003B65B5"/>
    <w:rsid w:val="003C2D95"/>
    <w:rsid w:val="003C6A13"/>
    <w:rsid w:val="00400750"/>
    <w:rsid w:val="004F60E7"/>
    <w:rsid w:val="0053500A"/>
    <w:rsid w:val="005477FE"/>
    <w:rsid w:val="005E5805"/>
    <w:rsid w:val="005F2BD9"/>
    <w:rsid w:val="00604D96"/>
    <w:rsid w:val="006A5F50"/>
    <w:rsid w:val="006B5CC3"/>
    <w:rsid w:val="00714004"/>
    <w:rsid w:val="00724321"/>
    <w:rsid w:val="00732F69"/>
    <w:rsid w:val="00745BEA"/>
    <w:rsid w:val="0078288E"/>
    <w:rsid w:val="007D686D"/>
    <w:rsid w:val="007E7A74"/>
    <w:rsid w:val="00885619"/>
    <w:rsid w:val="008F3884"/>
    <w:rsid w:val="00910BA9"/>
    <w:rsid w:val="0092603C"/>
    <w:rsid w:val="009830CE"/>
    <w:rsid w:val="009B1E61"/>
    <w:rsid w:val="009C1817"/>
    <w:rsid w:val="00A119AA"/>
    <w:rsid w:val="00AC30ED"/>
    <w:rsid w:val="00AD4E8C"/>
    <w:rsid w:val="00B1344D"/>
    <w:rsid w:val="00B20768"/>
    <w:rsid w:val="00B3781F"/>
    <w:rsid w:val="00B915F5"/>
    <w:rsid w:val="00BD179D"/>
    <w:rsid w:val="00BF040E"/>
    <w:rsid w:val="00C9662C"/>
    <w:rsid w:val="00CA3B8A"/>
    <w:rsid w:val="00CA48EB"/>
    <w:rsid w:val="00CC3E4E"/>
    <w:rsid w:val="00D029AC"/>
    <w:rsid w:val="00D64045"/>
    <w:rsid w:val="00D93CF3"/>
    <w:rsid w:val="00D95351"/>
    <w:rsid w:val="00DE44A5"/>
    <w:rsid w:val="00E2383F"/>
    <w:rsid w:val="00E31633"/>
    <w:rsid w:val="00E66DB8"/>
    <w:rsid w:val="00E7454D"/>
    <w:rsid w:val="00E9206A"/>
    <w:rsid w:val="00EE1B2B"/>
    <w:rsid w:val="00F071FF"/>
    <w:rsid w:val="00F46A9D"/>
    <w:rsid w:val="00F81294"/>
    <w:rsid w:val="00FB436C"/>
    <w:rsid w:val="00F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75E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rfi.fr/afrique/20110815-revolution-mobile-afrique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FR%2051%20-%20Read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31321-A1AD-DD43-BE07-DD62F01D8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51 - Reading Activity.dotx</Template>
  <TotalTime>677</TotalTime>
  <Pages>4</Pages>
  <Words>893</Words>
  <Characters>5093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Smith</dc:creator>
  <cp:lastModifiedBy>Edouard Smith</cp:lastModifiedBy>
  <cp:revision>10</cp:revision>
  <cp:lastPrinted>2011-11-09T14:52:00Z</cp:lastPrinted>
  <dcterms:created xsi:type="dcterms:W3CDTF">2013-11-22T00:16:00Z</dcterms:created>
  <dcterms:modified xsi:type="dcterms:W3CDTF">2014-05-06T13:14:00Z</dcterms:modified>
</cp:coreProperties>
</file>